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BFD38" w14:textId="34343821" w:rsidR="00411A35" w:rsidRDefault="00B85199" w:rsidP="00E91D31">
      <w:pPr>
        <w:ind w:left="5670"/>
      </w:pPr>
      <w:r>
        <w:t xml:space="preserve">Le </w:t>
      </w:r>
      <w:r w:rsidR="00A219CB">
        <w:fldChar w:fldCharType="begin"/>
      </w:r>
      <w:r w:rsidR="00A219CB">
        <w:instrText xml:space="preserve"> TIME \@ "d MMMM yyyy" </w:instrText>
      </w:r>
      <w:r w:rsidR="00A219CB">
        <w:fldChar w:fldCharType="separate"/>
      </w:r>
      <w:r w:rsidR="00EF37D7">
        <w:rPr>
          <w:noProof/>
        </w:rPr>
        <w:t>22 juin 2023</w:t>
      </w:r>
      <w:r w:rsidR="00A219CB">
        <w:rPr>
          <w:noProof/>
        </w:rPr>
        <w:fldChar w:fldCharType="end"/>
      </w:r>
    </w:p>
    <w:p w14:paraId="092E0671" w14:textId="77777777" w:rsidR="00411A35" w:rsidRDefault="00411A35" w:rsidP="005E6A01">
      <w:pPr>
        <w:rPr>
          <w:u w:val="single"/>
        </w:rPr>
      </w:pPr>
    </w:p>
    <w:p w14:paraId="45B9E043" w14:textId="77777777" w:rsidR="00411A35" w:rsidRDefault="00411A35" w:rsidP="005E6A01">
      <w:pPr>
        <w:rPr>
          <w:u w:val="single"/>
        </w:rPr>
      </w:pPr>
    </w:p>
    <w:p w14:paraId="06DD418F" w14:textId="77777777" w:rsidR="00411A35" w:rsidRDefault="00411A35" w:rsidP="005E6A01">
      <w:pPr>
        <w:rPr>
          <w:u w:val="single"/>
        </w:rPr>
      </w:pPr>
    </w:p>
    <w:p w14:paraId="7128CEE8" w14:textId="77777777" w:rsidR="00411A35" w:rsidRDefault="00411A35" w:rsidP="005E6A01">
      <w:pPr>
        <w:rPr>
          <w:u w:val="single"/>
        </w:rPr>
      </w:pPr>
    </w:p>
    <w:p w14:paraId="459690D1" w14:textId="77777777" w:rsidR="00411A35" w:rsidRDefault="00411A35" w:rsidP="005E6A01"/>
    <w:p w14:paraId="3C3E898D" w14:textId="510AF856" w:rsidR="00411A35" w:rsidRDefault="00411A35" w:rsidP="00E91D31">
      <w:pPr>
        <w:ind w:left="5670"/>
      </w:pPr>
    </w:p>
    <w:p w14:paraId="462FC814" w14:textId="77777777" w:rsidR="00411A35" w:rsidRDefault="00411A35" w:rsidP="00E91D31">
      <w:pPr>
        <w:ind w:left="5670"/>
      </w:pPr>
    </w:p>
    <w:p w14:paraId="321B89A6" w14:textId="77777777" w:rsidR="00411A35" w:rsidRDefault="00411A35" w:rsidP="00E91D31">
      <w:pPr>
        <w:ind w:left="5670"/>
      </w:pPr>
    </w:p>
    <w:p w14:paraId="657C6BBC" w14:textId="77777777" w:rsidR="00411A35" w:rsidRDefault="00411A35" w:rsidP="00E91D31">
      <w:pPr>
        <w:ind w:left="5670"/>
      </w:pPr>
    </w:p>
    <w:p w14:paraId="713E019B" w14:textId="63F2ACA4" w:rsidR="005D5F35" w:rsidRPr="00663B56" w:rsidRDefault="005D5F35" w:rsidP="005D5F35">
      <w:pPr>
        <w:rPr>
          <w:i/>
          <w:sz w:val="20"/>
          <w:szCs w:val="20"/>
          <w:lang w:val="de-DE"/>
        </w:rPr>
      </w:pPr>
      <w:r w:rsidRPr="00663B56">
        <w:rPr>
          <w:i/>
          <w:sz w:val="20"/>
          <w:szCs w:val="20"/>
          <w:lang w:val="de-DE"/>
        </w:rPr>
        <w:t>N/</w:t>
      </w:r>
      <w:proofErr w:type="gramStart"/>
      <w:r w:rsidRPr="00663B56">
        <w:rPr>
          <w:i/>
          <w:sz w:val="20"/>
          <w:szCs w:val="20"/>
          <w:lang w:val="de-DE"/>
        </w:rPr>
        <w:t>REF :</w:t>
      </w:r>
      <w:proofErr w:type="gramEnd"/>
      <w:r w:rsidRPr="00663B56">
        <w:rPr>
          <w:i/>
          <w:sz w:val="20"/>
          <w:szCs w:val="20"/>
          <w:lang w:val="de-DE"/>
        </w:rPr>
        <w:t xml:space="preserve"> AN / JC</w:t>
      </w:r>
      <w:r w:rsidR="00075CA8" w:rsidRPr="00663B56">
        <w:rPr>
          <w:i/>
          <w:sz w:val="20"/>
          <w:szCs w:val="20"/>
          <w:lang w:val="de-DE"/>
        </w:rPr>
        <w:t xml:space="preserve"> – 20</w:t>
      </w:r>
      <w:r w:rsidR="00A219CB">
        <w:rPr>
          <w:i/>
          <w:sz w:val="20"/>
          <w:szCs w:val="20"/>
          <w:lang w:val="de-DE"/>
        </w:rPr>
        <w:t>2</w:t>
      </w:r>
      <w:r w:rsidR="00870357">
        <w:rPr>
          <w:i/>
          <w:sz w:val="20"/>
          <w:szCs w:val="20"/>
          <w:lang w:val="de-DE"/>
        </w:rPr>
        <w:t>3</w:t>
      </w:r>
      <w:r w:rsidR="00AB0BEA" w:rsidRPr="00663B56">
        <w:rPr>
          <w:i/>
          <w:sz w:val="20"/>
          <w:szCs w:val="20"/>
          <w:lang w:val="de-DE"/>
        </w:rPr>
        <w:t xml:space="preserve"> / </w:t>
      </w:r>
    </w:p>
    <w:p w14:paraId="72D0903D" w14:textId="77777777" w:rsidR="005D5F35" w:rsidRPr="00663B56" w:rsidRDefault="005D5F35" w:rsidP="005D5F35">
      <w:pPr>
        <w:rPr>
          <w:i/>
          <w:sz w:val="20"/>
          <w:szCs w:val="20"/>
        </w:rPr>
      </w:pPr>
      <w:r w:rsidRPr="00663B56">
        <w:rPr>
          <w:i/>
          <w:sz w:val="20"/>
          <w:szCs w:val="20"/>
        </w:rPr>
        <w:t>Service urbanisme</w:t>
      </w:r>
    </w:p>
    <w:p w14:paraId="463A7AF5" w14:textId="77777777" w:rsidR="005D5F35" w:rsidRPr="00663B56" w:rsidRDefault="005D5F35" w:rsidP="005D5F35">
      <w:pPr>
        <w:rPr>
          <w:i/>
          <w:sz w:val="20"/>
          <w:szCs w:val="20"/>
        </w:rPr>
      </w:pPr>
      <w:r w:rsidRPr="00663B56">
        <w:rPr>
          <w:i/>
          <w:sz w:val="20"/>
          <w:szCs w:val="20"/>
        </w:rPr>
        <w:t xml:space="preserve">Affaire suivie par : </w:t>
      </w:r>
      <w:r w:rsidR="00253B56" w:rsidRPr="00663B56">
        <w:rPr>
          <w:i/>
          <w:sz w:val="20"/>
          <w:szCs w:val="20"/>
        </w:rPr>
        <w:t>Aurore NAYRAC</w:t>
      </w:r>
    </w:p>
    <w:p w14:paraId="4C8BDA27" w14:textId="77777777" w:rsidR="005D5F35" w:rsidRPr="00663B56" w:rsidRDefault="005D5F35" w:rsidP="005D5F35">
      <w:pPr>
        <w:rPr>
          <w:i/>
          <w:sz w:val="20"/>
          <w:szCs w:val="20"/>
        </w:rPr>
      </w:pPr>
      <w:r w:rsidRPr="00663B56">
        <w:rPr>
          <w:i/>
          <w:sz w:val="20"/>
          <w:szCs w:val="20"/>
        </w:rPr>
        <w:t>Tel : 05.46.47.77.08</w:t>
      </w:r>
    </w:p>
    <w:p w14:paraId="2C3CD925" w14:textId="77777777" w:rsidR="000849F9" w:rsidRPr="00663B56" w:rsidRDefault="00EF37D7" w:rsidP="000849F9">
      <w:pPr>
        <w:rPr>
          <w:i/>
          <w:sz w:val="20"/>
          <w:szCs w:val="20"/>
        </w:rPr>
      </w:pPr>
      <w:hyperlink r:id="rId4" w:history="1">
        <w:r w:rsidR="007B3B25" w:rsidRPr="00663B56">
          <w:rPr>
            <w:rStyle w:val="Lienhypertexte"/>
            <w:i/>
            <w:sz w:val="20"/>
            <w:szCs w:val="20"/>
          </w:rPr>
          <w:t>urbanisme@saintpierreoleron.com</w:t>
        </w:r>
      </w:hyperlink>
    </w:p>
    <w:p w14:paraId="35632527" w14:textId="77777777" w:rsidR="005D5F35" w:rsidRDefault="005D5F35" w:rsidP="005D5F35">
      <w:pPr>
        <w:rPr>
          <w:sz w:val="20"/>
          <w:szCs w:val="20"/>
        </w:rPr>
      </w:pPr>
    </w:p>
    <w:p w14:paraId="3795124C" w14:textId="215952AC" w:rsidR="00A9706B" w:rsidRPr="00663B56" w:rsidRDefault="00A9706B" w:rsidP="00A9706B">
      <w:pPr>
        <w:rPr>
          <w:b/>
          <w:sz w:val="20"/>
          <w:szCs w:val="20"/>
        </w:rPr>
      </w:pPr>
      <w:r w:rsidRPr="00663B56">
        <w:rPr>
          <w:b/>
          <w:sz w:val="20"/>
          <w:szCs w:val="20"/>
        </w:rPr>
        <w:t xml:space="preserve">Objet : </w:t>
      </w:r>
      <w:r w:rsidR="00901847">
        <w:rPr>
          <w:b/>
          <w:sz w:val="20"/>
          <w:szCs w:val="20"/>
        </w:rPr>
        <w:t>M</w:t>
      </w:r>
      <w:r w:rsidR="00870357" w:rsidRPr="00870357">
        <w:rPr>
          <w:b/>
          <w:sz w:val="20"/>
          <w:szCs w:val="20"/>
        </w:rPr>
        <w:t>odification simplifiée numéro 2</w:t>
      </w:r>
      <w:r w:rsidR="00901847">
        <w:rPr>
          <w:b/>
          <w:sz w:val="20"/>
          <w:szCs w:val="20"/>
        </w:rPr>
        <w:t xml:space="preserve"> du Plan Local d’Urbanisme</w:t>
      </w:r>
    </w:p>
    <w:p w14:paraId="2DED45D4" w14:textId="77777777" w:rsidR="00411A35" w:rsidRDefault="00411A35" w:rsidP="005E6A01"/>
    <w:p w14:paraId="029C9D94" w14:textId="77777777" w:rsidR="005D5F35" w:rsidRDefault="005D5F35" w:rsidP="005E6A01"/>
    <w:p w14:paraId="4D55D5C9" w14:textId="77777777" w:rsidR="00411A35" w:rsidRDefault="00411A35" w:rsidP="005E6A01"/>
    <w:p w14:paraId="70062FD3" w14:textId="2ED2BE9A" w:rsidR="00411A35" w:rsidRDefault="00411A35" w:rsidP="008F3971">
      <w:pPr>
        <w:jc w:val="both"/>
      </w:pPr>
      <w:r>
        <w:t>Madame, Monsieur,</w:t>
      </w:r>
    </w:p>
    <w:p w14:paraId="64EFFC8C" w14:textId="77777777" w:rsidR="00870357" w:rsidRDefault="00870357" w:rsidP="008F3971">
      <w:pPr>
        <w:jc w:val="both"/>
      </w:pPr>
    </w:p>
    <w:p w14:paraId="70DABCBC" w14:textId="1D36C9BC" w:rsidR="00870357" w:rsidRDefault="00901847" w:rsidP="008F3971">
      <w:pPr>
        <w:jc w:val="both"/>
      </w:pPr>
      <w:r>
        <w:t>S</w:t>
      </w:r>
      <w:r w:rsidR="00870357" w:rsidRPr="00870357">
        <w:t>uite à l'approbation de la modification numéro 4 et de la déclaration de projet pour le centre technique municipal, des modifications sur la cartographie ont été réalisés alors qu'elle</w:t>
      </w:r>
      <w:r>
        <w:t>s</w:t>
      </w:r>
      <w:r w:rsidR="00870357" w:rsidRPr="00870357">
        <w:t xml:space="preserve"> ne faisai</w:t>
      </w:r>
      <w:r>
        <w:t>en</w:t>
      </w:r>
      <w:r w:rsidR="00870357" w:rsidRPr="00870357">
        <w:t>t pas l'objet des dossiers</w:t>
      </w:r>
      <w:r w:rsidR="00870357">
        <w:t>.</w:t>
      </w:r>
    </w:p>
    <w:p w14:paraId="62CA98B2" w14:textId="77777777" w:rsidR="00870357" w:rsidRDefault="00870357" w:rsidP="008F3971">
      <w:pPr>
        <w:jc w:val="both"/>
      </w:pPr>
    </w:p>
    <w:p w14:paraId="6369985C" w14:textId="0F641F84" w:rsidR="00870357" w:rsidRDefault="00870357" w:rsidP="008F3971">
      <w:pPr>
        <w:jc w:val="both"/>
      </w:pPr>
      <w:r w:rsidRPr="00870357">
        <w:t>Aussi, la commune a engagé une procédure de modification simplifiée pour supprimer ces erreurs matérielles</w:t>
      </w:r>
      <w:r>
        <w:t>.</w:t>
      </w:r>
    </w:p>
    <w:p w14:paraId="6CE44E84" w14:textId="77777777" w:rsidR="00870357" w:rsidRDefault="00870357" w:rsidP="008F3971">
      <w:pPr>
        <w:jc w:val="both"/>
      </w:pPr>
    </w:p>
    <w:p w14:paraId="02EAD919" w14:textId="2E7F770A" w:rsidR="00870357" w:rsidRDefault="00870357" w:rsidP="008F3971">
      <w:pPr>
        <w:jc w:val="both"/>
      </w:pPr>
      <w:r w:rsidRPr="00870357">
        <w:t>Conformément au code de l'urbanisme, vous trouverez ci-joint le dossier pour avis</w:t>
      </w:r>
      <w:r>
        <w:t xml:space="preserve">. </w:t>
      </w:r>
      <w:r w:rsidRPr="00870357">
        <w:t>Lien :</w:t>
      </w:r>
      <w:r w:rsidR="00901847">
        <w:t xml:space="preserve"> </w:t>
      </w:r>
      <w:hyperlink r:id="rId5" w:history="1">
        <w:r w:rsidR="00EF37D7" w:rsidRPr="001F42B9">
          <w:rPr>
            <w:rStyle w:val="Lienhypertexte"/>
          </w:rPr>
          <w:t>https://drive.google.com/drive/folders/1MzCHZdusJXLglgaCnd6DV49jRVAJyDid?usp=sharing</w:t>
        </w:r>
      </w:hyperlink>
    </w:p>
    <w:p w14:paraId="6390EA08" w14:textId="77777777" w:rsidR="00EF37D7" w:rsidRDefault="00EF37D7" w:rsidP="008F3971">
      <w:pPr>
        <w:jc w:val="both"/>
      </w:pPr>
    </w:p>
    <w:p w14:paraId="5308B17C" w14:textId="5B05A1DE" w:rsidR="00901847" w:rsidRDefault="00901847" w:rsidP="008F3971">
      <w:pPr>
        <w:jc w:val="both"/>
      </w:pPr>
      <w:r>
        <w:t>N</w:t>
      </w:r>
      <w:r w:rsidR="00870357" w:rsidRPr="00870357">
        <w:t>ous envisageons de</w:t>
      </w:r>
      <w:r w:rsidR="00870357">
        <w:t xml:space="preserve"> </w:t>
      </w:r>
      <w:r w:rsidR="00870357" w:rsidRPr="00870357">
        <w:t>procéder à la mise à disposition</w:t>
      </w:r>
      <w:r w:rsidR="00870357">
        <w:t xml:space="preserve"> </w:t>
      </w:r>
      <w:r w:rsidR="00870357" w:rsidRPr="00870357">
        <w:t xml:space="preserve">du dossier </w:t>
      </w:r>
      <w:r>
        <w:t>à</w:t>
      </w:r>
      <w:r w:rsidR="00870357" w:rsidRPr="00870357">
        <w:t xml:space="preserve"> compter du </w:t>
      </w:r>
      <w:r w:rsidR="00EF37D7">
        <w:t>24</w:t>
      </w:r>
      <w:r w:rsidR="00870357" w:rsidRPr="00870357">
        <w:t xml:space="preserve"> juillet</w:t>
      </w:r>
      <w:r>
        <w:t>.</w:t>
      </w:r>
    </w:p>
    <w:p w14:paraId="73D4F3CD" w14:textId="587AE461" w:rsidR="00870357" w:rsidRDefault="00901847" w:rsidP="008F3971">
      <w:pPr>
        <w:jc w:val="both"/>
      </w:pPr>
      <w:r>
        <w:t>V</w:t>
      </w:r>
      <w:r w:rsidR="00870357" w:rsidRPr="00870357">
        <w:t>ous voudrez bien nous faire parvenir vos remarques pour cette date afin de les joindre au dossier</w:t>
      </w:r>
      <w:r w:rsidR="00870357">
        <w:t xml:space="preserve">. </w:t>
      </w:r>
    </w:p>
    <w:p w14:paraId="3865ADE2" w14:textId="77777777" w:rsidR="00411A35" w:rsidRDefault="00411A35" w:rsidP="008F3971">
      <w:pPr>
        <w:jc w:val="both"/>
      </w:pPr>
    </w:p>
    <w:p w14:paraId="2FCC973C" w14:textId="77777777" w:rsidR="00411A35" w:rsidRDefault="00C01354" w:rsidP="008F3971">
      <w:pPr>
        <w:jc w:val="both"/>
      </w:pPr>
      <w:r>
        <w:t>Mes services restant à votre entière disposition</w:t>
      </w:r>
      <w:r w:rsidR="00411A35">
        <w:t>,</w:t>
      </w:r>
    </w:p>
    <w:p w14:paraId="56D2B45C" w14:textId="77777777" w:rsidR="00411A35" w:rsidRDefault="00411A35" w:rsidP="008F3971">
      <w:pPr>
        <w:jc w:val="both"/>
      </w:pPr>
    </w:p>
    <w:p w14:paraId="6C5E05E9" w14:textId="77777777" w:rsidR="00411A35" w:rsidRDefault="00270E8B" w:rsidP="008F3971">
      <w:pPr>
        <w:jc w:val="both"/>
      </w:pPr>
      <w:r>
        <w:t>Je vous prie d’</w:t>
      </w:r>
      <w:r w:rsidR="00411A35">
        <w:t xml:space="preserve">agréer, Madame, Monsieur, l’expression de mes </w:t>
      </w:r>
      <w:r w:rsidR="00DE6EE6">
        <w:t>salutations</w:t>
      </w:r>
      <w:r w:rsidR="00411A35">
        <w:t xml:space="preserve"> distingué</w:t>
      </w:r>
      <w:r w:rsidR="00DE6EE6">
        <w:t>e</w:t>
      </w:r>
      <w:r w:rsidR="00411A35">
        <w:t>s.</w:t>
      </w:r>
    </w:p>
    <w:p w14:paraId="6E15A956" w14:textId="77777777" w:rsidR="00411A35" w:rsidRDefault="00411A35" w:rsidP="005E6A01"/>
    <w:p w14:paraId="500E4572" w14:textId="77777777" w:rsidR="00411A35" w:rsidRDefault="00411A35" w:rsidP="005E6A01"/>
    <w:p w14:paraId="4E8B1455" w14:textId="77777777" w:rsidR="00411A35" w:rsidRDefault="00411A35" w:rsidP="005E6A01"/>
    <w:p w14:paraId="4897ECA0" w14:textId="77777777" w:rsidR="00411A35" w:rsidRDefault="00077C22" w:rsidP="005E6A01">
      <w:r>
        <w:rPr>
          <w:noProof/>
        </w:rPr>
        <w:drawing>
          <wp:anchor distT="0" distB="0" distL="114300" distR="114300" simplePos="0" relativeHeight="251658240" behindDoc="1" locked="0" layoutInCell="1" allowOverlap="1" wp14:anchorId="4E544921" wp14:editId="12865720">
            <wp:simplePos x="0" y="0"/>
            <wp:positionH relativeFrom="column">
              <wp:posOffset>2236470</wp:posOffset>
            </wp:positionH>
            <wp:positionV relativeFrom="paragraph">
              <wp:posOffset>63500</wp:posOffset>
            </wp:positionV>
            <wp:extent cx="1038860" cy="1072515"/>
            <wp:effectExtent l="19050" t="0" r="8890" b="0"/>
            <wp:wrapTight wrapText="bothSides">
              <wp:wrapPolygon edited="0">
                <wp:start x="-396" y="0"/>
                <wp:lineTo x="-396" y="21101"/>
                <wp:lineTo x="21785" y="21101"/>
                <wp:lineTo x="21785" y="0"/>
                <wp:lineTo x="-396" y="0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" cy="1072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75D979C" w14:textId="77777777" w:rsidR="006B0AF3" w:rsidRDefault="006B0AF3" w:rsidP="00E91D31">
      <w:pPr>
        <w:ind w:left="5670"/>
      </w:pPr>
      <w:r>
        <w:t>Pour Le Maire,</w:t>
      </w:r>
    </w:p>
    <w:p w14:paraId="2C8DFB36" w14:textId="77777777" w:rsidR="00411A35" w:rsidRDefault="006B0AF3" w:rsidP="00E91D31">
      <w:pPr>
        <w:ind w:left="5670"/>
      </w:pPr>
      <w:r>
        <w:t>L’Adjoint</w:t>
      </w:r>
      <w:r w:rsidR="008B28A2">
        <w:t>e</w:t>
      </w:r>
      <w:r>
        <w:t xml:space="preserve"> chargé</w:t>
      </w:r>
      <w:r w:rsidR="008B28A2">
        <w:t>e</w:t>
      </w:r>
      <w:r>
        <w:t xml:space="preserve"> de l’Urbanisme</w:t>
      </w:r>
    </w:p>
    <w:p w14:paraId="5DEB21A7" w14:textId="77777777" w:rsidR="006B0AF3" w:rsidRDefault="006B0AF3" w:rsidP="00E91D31">
      <w:pPr>
        <w:ind w:left="5670"/>
      </w:pPr>
    </w:p>
    <w:p w14:paraId="2076F81C" w14:textId="77777777" w:rsidR="006B0AF3" w:rsidRDefault="006B0AF3" w:rsidP="00E91D31">
      <w:pPr>
        <w:ind w:left="5670"/>
      </w:pPr>
    </w:p>
    <w:p w14:paraId="0F1907FE" w14:textId="77777777" w:rsidR="00411A35" w:rsidRDefault="001379F5" w:rsidP="00E91D31">
      <w:pPr>
        <w:ind w:left="5670"/>
      </w:pPr>
      <w:r>
        <w:t>Mar</w:t>
      </w:r>
      <w:r w:rsidR="008B28A2">
        <w:t>tine DELISÉE</w:t>
      </w:r>
    </w:p>
    <w:p w14:paraId="560F6EB5" w14:textId="77777777" w:rsidR="00901847" w:rsidRDefault="00901847" w:rsidP="00E91D31">
      <w:pPr>
        <w:ind w:left="5670"/>
      </w:pPr>
    </w:p>
    <w:p w14:paraId="7408BCD0" w14:textId="77777777" w:rsidR="00901847" w:rsidRDefault="00901847" w:rsidP="00E91D31">
      <w:pPr>
        <w:ind w:left="5670"/>
      </w:pPr>
    </w:p>
    <w:p w14:paraId="5998B373" w14:textId="77777777" w:rsidR="00901847" w:rsidRDefault="00901847" w:rsidP="00E91D31">
      <w:pPr>
        <w:ind w:left="5670"/>
      </w:pPr>
    </w:p>
    <w:p w14:paraId="1088F090" w14:textId="77777777" w:rsidR="00901847" w:rsidRDefault="00901847" w:rsidP="00E91D31">
      <w:pPr>
        <w:ind w:left="5670"/>
      </w:pPr>
    </w:p>
    <w:p w14:paraId="31AC7441" w14:textId="77777777" w:rsidR="00901847" w:rsidRDefault="00901847" w:rsidP="00E91D31">
      <w:pPr>
        <w:ind w:left="5670"/>
      </w:pPr>
    </w:p>
    <w:sectPr w:rsidR="00901847" w:rsidSect="00A9706B">
      <w:pgSz w:w="11906" w:h="16838"/>
      <w:pgMar w:top="1418" w:right="1133" w:bottom="1418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70357"/>
    <w:rsid w:val="00075CA8"/>
    <w:rsid w:val="00077C22"/>
    <w:rsid w:val="000849F9"/>
    <w:rsid w:val="000F335C"/>
    <w:rsid w:val="00130B87"/>
    <w:rsid w:val="00136E4B"/>
    <w:rsid w:val="001379F5"/>
    <w:rsid w:val="001E4B92"/>
    <w:rsid w:val="00253B56"/>
    <w:rsid w:val="00270E8B"/>
    <w:rsid w:val="002B286C"/>
    <w:rsid w:val="00396B1D"/>
    <w:rsid w:val="003F5E0F"/>
    <w:rsid w:val="00411A35"/>
    <w:rsid w:val="00421298"/>
    <w:rsid w:val="00435789"/>
    <w:rsid w:val="004A3B9B"/>
    <w:rsid w:val="005139C1"/>
    <w:rsid w:val="005860E0"/>
    <w:rsid w:val="005965A0"/>
    <w:rsid w:val="005D5F35"/>
    <w:rsid w:val="005E6A01"/>
    <w:rsid w:val="00612E25"/>
    <w:rsid w:val="00663B56"/>
    <w:rsid w:val="006B0AF3"/>
    <w:rsid w:val="00707A1B"/>
    <w:rsid w:val="00711F2C"/>
    <w:rsid w:val="0072182A"/>
    <w:rsid w:val="007376FB"/>
    <w:rsid w:val="007415DE"/>
    <w:rsid w:val="007B3B25"/>
    <w:rsid w:val="00870357"/>
    <w:rsid w:val="00877E4C"/>
    <w:rsid w:val="008971D6"/>
    <w:rsid w:val="008B28A2"/>
    <w:rsid w:val="008F3971"/>
    <w:rsid w:val="00901847"/>
    <w:rsid w:val="009D5B2A"/>
    <w:rsid w:val="00A100CF"/>
    <w:rsid w:val="00A219CB"/>
    <w:rsid w:val="00A9706B"/>
    <w:rsid w:val="00AB0BEA"/>
    <w:rsid w:val="00B85199"/>
    <w:rsid w:val="00B94663"/>
    <w:rsid w:val="00C01354"/>
    <w:rsid w:val="00C41D0C"/>
    <w:rsid w:val="00C8599B"/>
    <w:rsid w:val="00DE6EE6"/>
    <w:rsid w:val="00DF200E"/>
    <w:rsid w:val="00E713C7"/>
    <w:rsid w:val="00E73C1A"/>
    <w:rsid w:val="00E91D31"/>
    <w:rsid w:val="00EE17CA"/>
    <w:rsid w:val="00EF37D7"/>
    <w:rsid w:val="00F23D09"/>
    <w:rsid w:val="00F67492"/>
    <w:rsid w:val="00FA6D33"/>
    <w:rsid w:val="00FE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3D4625"/>
  <w15:docId w15:val="{23697214-44A9-4E9B-88AE-40284AC5B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86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0849F9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F37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9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drive.google.com/drive/folders/1MzCHZdusJXLglgaCnd6DV49jRVAJyDid?usp=sharing" TargetMode="External"/><Relationship Id="rId4" Type="http://schemas.openxmlformats.org/officeDocument/2006/relationships/hyperlink" Target="mailto:urbanisme@saintpierreoleron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ju\Desktop\D&#233;pannage%20boulot\Dict&#233;es%20boulot\Courrier%20Particulier%20MD-AN-JC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Courrier Particulier MD-AN-JC.dotx</Template>
  <TotalTime>13</TotalTime>
  <Pages>2</Pages>
  <Words>206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26 avril 2001</vt:lpstr>
    </vt:vector>
  </TitlesOfParts>
  <Company/>
  <LinksUpToDate>false</LinksUpToDate>
  <CharactersWithSpaces>1341</CharactersWithSpaces>
  <SharedDoc>false</SharedDoc>
  <HLinks>
    <vt:vector size="6" baseType="variant">
      <vt:variant>
        <vt:i4>5701733</vt:i4>
      </vt:variant>
      <vt:variant>
        <vt:i4>3</vt:i4>
      </vt:variant>
      <vt:variant>
        <vt:i4>0</vt:i4>
      </vt:variant>
      <vt:variant>
        <vt:i4>5</vt:i4>
      </vt:variant>
      <vt:variant>
        <vt:lpwstr>mailto:urbanisme@saint-pierre-oleron.com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 avril 2001</dc:title>
  <dc:creator>juju</dc:creator>
  <cp:lastModifiedBy>Aurore Nayrac</cp:lastModifiedBy>
  <cp:revision>2</cp:revision>
  <dcterms:created xsi:type="dcterms:W3CDTF">2023-06-07T07:07:00Z</dcterms:created>
  <dcterms:modified xsi:type="dcterms:W3CDTF">2023-06-22T15:10:00Z</dcterms:modified>
</cp:coreProperties>
</file>